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65" w:rsidRDefault="00137365"/>
    <w:p w:rsidR="00137365" w:rsidRDefault="00137365" w:rsidP="003C5224">
      <w:pPr>
        <w:tabs>
          <w:tab w:val="left" w:pos="9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Совет депутатов</w:t>
      </w:r>
    </w:p>
    <w:p w:rsidR="00137365" w:rsidRDefault="00137365" w:rsidP="003C5224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</w:p>
    <w:p w:rsidR="00137365" w:rsidRDefault="00137365" w:rsidP="003C5224">
      <w:pPr>
        <w:tabs>
          <w:tab w:val="left" w:pos="19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Дубовского муниципального района Волгоградской области</w:t>
      </w:r>
    </w:p>
    <w:p w:rsidR="00137365" w:rsidRDefault="00137365" w:rsidP="003C5224">
      <w:pPr>
        <w:tabs>
          <w:tab w:val="left" w:pos="267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</w:p>
    <w:p w:rsidR="00137365" w:rsidRDefault="00137365" w:rsidP="003C5224">
      <w:pPr>
        <w:tabs>
          <w:tab w:val="left" w:pos="267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>РЕШЕНИЕ</w:t>
      </w:r>
    </w:p>
    <w:p w:rsidR="00137365" w:rsidRDefault="00137365" w:rsidP="003C5224">
      <w:r>
        <w:rPr>
          <w:b/>
        </w:rPr>
        <w:t>От  20   марта   2015г.                                                                                № 52/194</w:t>
      </w:r>
    </w:p>
    <w:p w:rsidR="00137365" w:rsidRDefault="00137365" w:rsidP="003C5224"/>
    <w:p w:rsidR="00137365" w:rsidRDefault="00137365" w:rsidP="003C5224">
      <w:pPr>
        <w:jc w:val="center"/>
      </w:pPr>
      <w:r>
        <w:rPr>
          <w:b/>
        </w:rPr>
        <w:t xml:space="preserve">«О внесении изменений в решение Совета депутатов Пичужинского сельского поселения от 22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</w:rPr>
          <w:t>2014 г</w:t>
        </w:r>
      </w:smartTag>
      <w:r>
        <w:rPr>
          <w:b/>
        </w:rPr>
        <w:t xml:space="preserve">. № 50/183, от 17 февраля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</w:rPr>
          <w:t>2015 г</w:t>
        </w:r>
      </w:smartTag>
      <w:r>
        <w:rPr>
          <w:b/>
        </w:rPr>
        <w:t>. № 51/189.</w:t>
      </w:r>
    </w:p>
    <w:p w:rsidR="00137365" w:rsidRDefault="00137365" w:rsidP="003C5224"/>
    <w:p w:rsidR="00137365" w:rsidRPr="00DC61A0" w:rsidRDefault="00137365" w:rsidP="00DC61A0">
      <w:pPr>
        <w:jc w:val="center"/>
      </w:pPr>
      <w:r>
        <w:t xml:space="preserve">     Внести в решение Совета депутатов Пиужинского сельского поселения от 22 декабря 2014г. № 50/183</w:t>
      </w:r>
      <w:r w:rsidRPr="00DC61A0">
        <w:t>, от 17 февраля 2015г. № 51/189.</w:t>
      </w:r>
    </w:p>
    <w:p w:rsidR="00137365" w:rsidRDefault="00137365" w:rsidP="003C5224">
      <w:r>
        <w:t xml:space="preserve"> </w:t>
      </w:r>
    </w:p>
    <w:p w:rsidR="00137365" w:rsidRDefault="00137365" w:rsidP="003C5224">
      <w:pPr>
        <w:tabs>
          <w:tab w:val="left" w:pos="977"/>
        </w:tabs>
      </w:pPr>
    </w:p>
    <w:p w:rsidR="00137365" w:rsidRDefault="00137365" w:rsidP="003C5224">
      <w:r>
        <w:t xml:space="preserve">                                                   следующие изменения:</w:t>
      </w:r>
    </w:p>
    <w:p w:rsidR="00137365" w:rsidRDefault="00137365" w:rsidP="003C5224">
      <w:r>
        <w:t>1. Изменить Статью 1, Пункт 1 и изложить их в следующей редакции:</w:t>
      </w:r>
    </w:p>
    <w:p w:rsidR="00137365" w:rsidRDefault="00137365" w:rsidP="003C5224">
      <w:r>
        <w:t xml:space="preserve">   - Утвердить основные характеристики бюджета поселения на 2015 год в следующих размерах:</w:t>
      </w:r>
    </w:p>
    <w:p w:rsidR="00137365" w:rsidRDefault="00137365" w:rsidP="003C5224">
      <w:r>
        <w:t xml:space="preserve">      прогнозируемый общий объём доходов бюджета поселения в сумме 9 054 061 рублей, в том числе безвозмездные поступления из районного бюджета в сумме  5 669 40 рублей согласно приложению 1 к настоящему решению; </w:t>
      </w:r>
    </w:p>
    <w:p w:rsidR="00137365" w:rsidRDefault="00137365" w:rsidP="003C5224">
      <w:r>
        <w:t xml:space="preserve">       общий объём расходов бюджета поселения  10 841 002 рублей.</w:t>
      </w:r>
    </w:p>
    <w:p w:rsidR="00137365" w:rsidRDefault="00137365" w:rsidP="003C5224">
      <w:r>
        <w:t xml:space="preserve"> </w:t>
      </w:r>
    </w:p>
    <w:p w:rsidR="00137365" w:rsidRDefault="00137365" w:rsidP="009F3669">
      <w:r>
        <w:t xml:space="preserve">    </w:t>
      </w:r>
    </w:p>
    <w:p w:rsidR="00137365" w:rsidRDefault="00137365" w:rsidP="003C5224">
      <w:r>
        <w:t xml:space="preserve">    1. Изменить приложение 5 и изложить его в следующей редакции</w:t>
      </w:r>
    </w:p>
    <w:p w:rsidR="00137365" w:rsidRDefault="00137365" w:rsidP="003C5224">
      <w:r>
        <w:t xml:space="preserve">    2. Изменить приложение 6 и изложить его в следующей редакции.</w:t>
      </w:r>
    </w:p>
    <w:p w:rsidR="00137365" w:rsidRDefault="00137365" w:rsidP="003C5224">
      <w:r>
        <w:t xml:space="preserve">    3. Изменить приложение 7 и изложить его в следующей редакции.</w:t>
      </w:r>
    </w:p>
    <w:p w:rsidR="00137365" w:rsidRDefault="00137365" w:rsidP="003C5224">
      <w:r>
        <w:t xml:space="preserve">  </w:t>
      </w:r>
    </w:p>
    <w:p w:rsidR="00137365" w:rsidRDefault="00137365" w:rsidP="003C5224">
      <w:pPr>
        <w:rPr>
          <w:b/>
        </w:rPr>
      </w:pPr>
    </w:p>
    <w:p w:rsidR="00137365" w:rsidRDefault="00137365" w:rsidP="003C5224">
      <w:pPr>
        <w:rPr>
          <w:b/>
        </w:rPr>
      </w:pPr>
      <w:r>
        <w:rPr>
          <w:b/>
        </w:rPr>
        <w:t>Расходы:</w:t>
      </w:r>
    </w:p>
    <w:p w:rsidR="00137365" w:rsidRDefault="00137365" w:rsidP="003C5224">
      <w:pPr>
        <w:tabs>
          <w:tab w:val="center" w:pos="4677"/>
        </w:tabs>
      </w:pPr>
    </w:p>
    <w:p w:rsidR="00137365" w:rsidRDefault="00137365" w:rsidP="003C5224">
      <w:pPr>
        <w:tabs>
          <w:tab w:val="center" w:pos="4677"/>
        </w:tabs>
      </w:pPr>
      <w:r>
        <w:t>950 0104 9000001 244 226      ---------        -3 600,00</w:t>
      </w:r>
    </w:p>
    <w:p w:rsidR="00137365" w:rsidRDefault="00137365" w:rsidP="003C5224">
      <w:pPr>
        <w:tabs>
          <w:tab w:val="center" w:pos="4677"/>
        </w:tabs>
      </w:pPr>
    </w:p>
    <w:p w:rsidR="00137365" w:rsidRDefault="00137365" w:rsidP="003C5224">
      <w:pPr>
        <w:tabs>
          <w:tab w:val="center" w:pos="4677"/>
        </w:tabs>
      </w:pPr>
      <w:r>
        <w:t>950 0103 9000005 121 211        ------           +2 300,00</w:t>
      </w:r>
    </w:p>
    <w:p w:rsidR="00137365" w:rsidRDefault="00137365" w:rsidP="00DC61A0">
      <w:pPr>
        <w:tabs>
          <w:tab w:val="center" w:pos="4677"/>
        </w:tabs>
      </w:pPr>
      <w:r>
        <w:t>950 0103 9000005 121 213        ------           +1 300,00</w:t>
      </w:r>
    </w:p>
    <w:p w:rsidR="00137365" w:rsidRDefault="00137365" w:rsidP="003C5224"/>
    <w:p w:rsidR="00137365" w:rsidRDefault="00137365" w:rsidP="00DC61A0">
      <w:pPr>
        <w:tabs>
          <w:tab w:val="left" w:pos="1920"/>
          <w:tab w:val="left" w:pos="3135"/>
        </w:tabs>
      </w:pPr>
      <w:r>
        <w:t>950 0412 9902032 540 251</w:t>
      </w:r>
      <w:r>
        <w:tab/>
        <w:t>------             -20 000,00</w:t>
      </w:r>
    </w:p>
    <w:p w:rsidR="00137365" w:rsidRDefault="00137365" w:rsidP="00DC61A0">
      <w:pPr>
        <w:tabs>
          <w:tab w:val="left" w:pos="1920"/>
          <w:tab w:val="left" w:pos="3135"/>
        </w:tabs>
      </w:pPr>
      <w:r>
        <w:t>950 0412 9902032 244 226</w:t>
      </w:r>
      <w:r>
        <w:tab/>
        <w:t>------            +20 000,00</w:t>
      </w:r>
    </w:p>
    <w:p w:rsidR="00137365" w:rsidRDefault="00137365" w:rsidP="003C5224"/>
    <w:p w:rsidR="00137365" w:rsidRDefault="00137365" w:rsidP="003C5224">
      <w:r>
        <w:t>950 0801 9910059 244 226       -------             -120 000,00</w:t>
      </w:r>
    </w:p>
    <w:p w:rsidR="00137365" w:rsidRDefault="00137365" w:rsidP="003C5224"/>
    <w:p w:rsidR="00137365" w:rsidRDefault="00137365" w:rsidP="003C5224">
      <w:r>
        <w:t>950 0503 9908014 852 290        -------            +10 000,00</w:t>
      </w:r>
    </w:p>
    <w:p w:rsidR="00137365" w:rsidRDefault="00137365" w:rsidP="00DC61A0">
      <w:r>
        <w:t>950 0801 9920059 111 211       -------             +90 000,00</w:t>
      </w:r>
    </w:p>
    <w:p w:rsidR="00137365" w:rsidRDefault="00137365" w:rsidP="00DC61A0">
      <w:r>
        <w:t>950 0801 9920059 111 213       -------             +20 000,00</w:t>
      </w:r>
    </w:p>
    <w:p w:rsidR="00137365" w:rsidRDefault="00137365" w:rsidP="003C5224"/>
    <w:p w:rsidR="00137365" w:rsidRDefault="00137365" w:rsidP="003C5224"/>
    <w:p w:rsidR="00137365" w:rsidRDefault="00137365" w:rsidP="003C5224"/>
    <w:p w:rsidR="00137365" w:rsidRDefault="00137365" w:rsidP="003C5224">
      <w:r>
        <w:t>Глава Пичужинского</w:t>
      </w:r>
    </w:p>
    <w:p w:rsidR="00137365" w:rsidRDefault="00137365">
      <w:r>
        <w:t>сельского поселения                                                                                     Н.А. Климешо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in;margin-top:-9pt;width:233.9pt;height:71.9pt;z-index:-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137365" w:rsidRDefault="00137365" w:rsidP="003C5224">
                  <w:r>
                    <w:t xml:space="preserve"> </w:t>
                  </w:r>
                </w:p>
              </w:txbxContent>
            </v:textbox>
          </v:shape>
        </w:pict>
      </w:r>
      <w:r>
        <w:t>в</w:t>
      </w:r>
    </w:p>
    <w:p w:rsidR="00137365" w:rsidRPr="000B7130" w:rsidRDefault="00137365">
      <w:r>
        <w:rPr>
          <w:noProof/>
        </w:rPr>
        <w:pict>
          <v:shape id="_x0000_s1027" type="#_x0000_t202" style="position:absolute;margin-left:4in;margin-top:-9pt;width:233.9pt;height:71.9pt;z-index:-251657216;mso-wrap-distance-left:9.05pt;mso-wrap-distance-right:9.05pt" stroked="f">
            <v:fill opacity="0" color2="black"/>
            <v:textbox style="mso-next-textbox:#_x0000_s1027" inset="0,0,0,0">
              <w:txbxContent>
                <w:p w:rsidR="00137365" w:rsidRPr="000B7130" w:rsidRDefault="00137365" w:rsidP="000B7130">
                  <w:r w:rsidRPr="000B7130">
                    <w:t xml:space="preserve"> </w:t>
                  </w:r>
                </w:p>
              </w:txbxContent>
            </v:textbox>
          </v:shape>
        </w:pict>
      </w:r>
    </w:p>
    <w:tbl>
      <w:tblPr>
        <w:tblW w:w="9570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4141"/>
        <w:gridCol w:w="340"/>
        <w:gridCol w:w="369"/>
        <w:gridCol w:w="709"/>
        <w:gridCol w:w="436"/>
        <w:gridCol w:w="981"/>
        <w:gridCol w:w="488"/>
        <w:gridCol w:w="846"/>
        <w:gridCol w:w="637"/>
        <w:gridCol w:w="623"/>
      </w:tblGrid>
      <w:tr w:rsidR="00137365" w:rsidTr="00C846B2">
        <w:trPr>
          <w:trHeight w:val="510"/>
        </w:trPr>
        <w:tc>
          <w:tcPr>
            <w:tcW w:w="4481" w:type="dxa"/>
            <w:gridSpan w:val="2"/>
            <w:vMerge w:val="restart"/>
          </w:tcPr>
          <w:p w:rsidR="00137365" w:rsidRDefault="0013736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</w:t>
            </w:r>
          </w:p>
          <w:p w:rsidR="00137365" w:rsidRDefault="0013736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37365" w:rsidRDefault="0013736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37365" w:rsidRDefault="0013736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37365" w:rsidRDefault="0013736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37365" w:rsidRDefault="0013736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1514" w:type="dxa"/>
            <w:gridSpan w:val="3"/>
            <w:vMerge w:val="restart"/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gridSpan w:val="4"/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5</w:t>
            </w:r>
          </w:p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 </w:t>
            </w:r>
            <w:r>
              <w:rPr>
                <w:b/>
                <w:sz w:val="18"/>
                <w:szCs w:val="18"/>
              </w:rPr>
              <w:t xml:space="preserve"> решению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  <w:tc>
          <w:tcPr>
            <w:tcW w:w="623" w:type="dxa"/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37365" w:rsidTr="00156785">
        <w:trPr>
          <w:trHeight w:val="500"/>
        </w:trPr>
        <w:tc>
          <w:tcPr>
            <w:tcW w:w="4481" w:type="dxa"/>
            <w:gridSpan w:val="2"/>
            <w:vMerge/>
            <w:vAlign w:val="center"/>
          </w:tcPr>
          <w:p w:rsidR="00137365" w:rsidRDefault="001373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gridSpan w:val="3"/>
            <w:vMerge/>
            <w:vAlign w:val="center"/>
          </w:tcPr>
          <w:p w:rsidR="00137365" w:rsidRDefault="001373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5" w:type="dxa"/>
            <w:gridSpan w:val="5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  <w:p w:rsidR="00137365" w:rsidRDefault="00137365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от  20  марта   2015г. № 52/194</w:t>
            </w:r>
          </w:p>
        </w:tc>
      </w:tr>
      <w:tr w:rsidR="00137365" w:rsidTr="00156785">
        <w:trPr>
          <w:trHeight w:val="235"/>
        </w:trPr>
        <w:tc>
          <w:tcPr>
            <w:tcW w:w="4481" w:type="dxa"/>
            <w:gridSpan w:val="2"/>
            <w:vMerge/>
            <w:vAlign w:val="center"/>
          </w:tcPr>
          <w:p w:rsidR="00137365" w:rsidRDefault="001373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3" w:type="dxa"/>
            <w:gridSpan w:val="5"/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vMerge w:val="restart"/>
          </w:tcPr>
          <w:p w:rsidR="00137365" w:rsidRDefault="00137365" w:rsidP="00FF1BC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137365" w:rsidTr="00156785">
        <w:trPr>
          <w:trHeight w:val="290"/>
        </w:trPr>
        <w:tc>
          <w:tcPr>
            <w:tcW w:w="7464" w:type="dxa"/>
            <w:gridSpan w:val="7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137365" w:rsidRDefault="0013736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Распределение бюджетных ассигнований по</w:t>
            </w:r>
          </w:p>
        </w:tc>
        <w:tc>
          <w:tcPr>
            <w:tcW w:w="2106" w:type="dxa"/>
            <w:gridSpan w:val="3"/>
            <w:vMerge/>
            <w:vAlign w:val="center"/>
          </w:tcPr>
          <w:p w:rsidR="00137365" w:rsidRDefault="00137365">
            <w:pPr>
              <w:rPr>
                <w:color w:val="000000"/>
                <w:sz w:val="20"/>
                <w:szCs w:val="20"/>
              </w:rPr>
            </w:pPr>
          </w:p>
        </w:tc>
      </w:tr>
      <w:tr w:rsidR="00137365" w:rsidTr="00C846B2">
        <w:trPr>
          <w:trHeight w:val="331"/>
        </w:trPr>
        <w:tc>
          <w:tcPr>
            <w:tcW w:w="9570" w:type="dxa"/>
            <w:gridSpan w:val="10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разделам и подразделам классификации расходов бюджета на 2015-2017 годы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nil"/>
              <w:left w:val="nil"/>
              <w:bottom w:val="single" w:sz="12" w:space="0" w:color="000000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94" w:type="dxa"/>
            <w:gridSpan w:val="4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137365" w:rsidTr="00FF1BCE">
        <w:trPr>
          <w:trHeight w:val="509"/>
        </w:trPr>
        <w:tc>
          <w:tcPr>
            <w:tcW w:w="41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2015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2017</w:t>
            </w:r>
          </w:p>
        </w:tc>
      </w:tr>
      <w:tr w:rsidR="00137365" w:rsidTr="00FF1BCE">
        <w:trPr>
          <w:trHeight w:val="302"/>
        </w:trPr>
        <w:tc>
          <w:tcPr>
            <w:tcW w:w="41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37365" w:rsidTr="00FF1BCE">
        <w:trPr>
          <w:trHeight w:val="578"/>
        </w:trPr>
        <w:tc>
          <w:tcPr>
            <w:tcW w:w="41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РАСХОДЫ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3 455 400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3 216 721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tabs>
                <w:tab w:val="left" w:pos="1065"/>
              </w:tabs>
            </w:pPr>
            <w:r>
              <w:rPr>
                <w:b/>
                <w:bCs/>
                <w:color w:val="000000"/>
              </w:rPr>
              <w:t xml:space="preserve">  3 430 587</w:t>
            </w:r>
          </w:p>
        </w:tc>
      </w:tr>
      <w:tr w:rsidR="00137365" w:rsidTr="00FF1BCE">
        <w:trPr>
          <w:trHeight w:val="578"/>
        </w:trPr>
        <w:tc>
          <w:tcPr>
            <w:tcW w:w="41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670 000</w:t>
            </w:r>
          </w:p>
          <w:p w:rsidR="00137365" w:rsidRDefault="00137365">
            <w:pPr>
              <w:rPr>
                <w:b/>
              </w:rPr>
            </w:pPr>
          </w:p>
          <w:p w:rsidR="00137365" w:rsidRDefault="00137365">
            <w:pPr>
              <w:rPr>
                <w:b/>
              </w:rPr>
            </w:pPr>
          </w:p>
          <w:p w:rsidR="00137365" w:rsidRDefault="00137365">
            <w:pPr>
              <w:rPr>
                <w:b/>
              </w:rPr>
            </w:pPr>
          </w:p>
          <w:p w:rsidR="00137365" w:rsidRDefault="00137365">
            <w:pPr>
              <w:tabs>
                <w:tab w:val="left" w:pos="114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137365" w:rsidTr="00FF1BCE">
        <w:trPr>
          <w:trHeight w:val="170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  <w:p w:rsidR="00137365" w:rsidRDefault="00137365"/>
          <w:p w:rsidR="00137365" w:rsidRDefault="00137365"/>
          <w:p w:rsidR="00137365" w:rsidRDefault="00137365"/>
          <w:p w:rsidR="00137365" w:rsidRDefault="00137365">
            <w:pPr>
              <w:tabs>
                <w:tab w:val="left" w:pos="1140"/>
              </w:tabs>
            </w:pPr>
            <w:r>
              <w:tab/>
            </w:r>
          </w:p>
        </w:tc>
      </w:tr>
      <w:tr w:rsidR="00137365" w:rsidTr="00FF1BCE">
        <w:trPr>
          <w:trHeight w:val="869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158 600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137365" w:rsidTr="00FF1BCE">
        <w:trPr>
          <w:trHeight w:val="1162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158 600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2 443 319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2 314 900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2 314 900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1 627 126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1 449 126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1 449 126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816 193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865 774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865 774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57C69" w:rsidRDefault="00137365">
            <w:pPr>
              <w:jc w:val="center"/>
              <w:rPr>
                <w:b/>
              </w:rPr>
            </w:pPr>
            <w:r w:rsidRPr="00557C69">
              <w:rPr>
                <w:b/>
              </w:rPr>
              <w:t>Закупка товаров, работ и услуг для государственных (муниципальных) нужд (налог на имущество)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57C69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57C69">
              <w:rPr>
                <w:b/>
                <w:color w:val="000000"/>
              </w:rPr>
              <w:t xml:space="preserve">01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57C69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57C69">
              <w:rPr>
                <w:b/>
                <w:color w:val="000000"/>
              </w:rPr>
              <w:t>04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57C69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57C69">
              <w:rPr>
                <w:b/>
                <w:color w:val="000000"/>
              </w:rPr>
              <w:t>70 000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37365" w:rsidTr="00FF1BCE">
        <w:trPr>
          <w:trHeight w:val="977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11 471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137365" w:rsidTr="00FF1BCE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60 000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137365" w:rsidRDefault="00137365">
            <w:pPr>
              <w:jc w:val="center"/>
              <w:rPr>
                <w:b/>
              </w:rPr>
            </w:pPr>
          </w:p>
        </w:tc>
      </w:tr>
      <w:tr w:rsidR="00137365" w:rsidTr="00FF1BCE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расходы(админ. комиссии)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5 300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2 710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7C69">
              <w:rPr>
                <w:b/>
              </w:rPr>
              <w:t>Закупка товаров, работ и услуг для государственных (муниципальных) нужд</w:t>
            </w:r>
            <w:r>
              <w:rPr>
                <w:b/>
              </w:rPr>
              <w:t xml:space="preserve"> (исполнител. лист)</w:t>
            </w:r>
            <w:r w:rsidRPr="00557C69">
              <w:rPr>
                <w:b/>
              </w:rPr>
              <w:t>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212 621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426 287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78 100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75 500</w:t>
            </w:r>
          </w:p>
        </w:tc>
      </w:tr>
      <w:tr w:rsidR="00137365" w:rsidTr="00FF1BCE">
        <w:trPr>
          <w:trHeight w:val="869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41 551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41 651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41 651</w:t>
            </w:r>
          </w:p>
          <w:p w:rsidR="00137365" w:rsidRDefault="00137365"/>
          <w:p w:rsidR="00137365" w:rsidRDefault="00137365"/>
          <w:p w:rsidR="00137365" w:rsidRDefault="00137365"/>
          <w:p w:rsidR="00137365" w:rsidRDefault="00137365">
            <w:pPr>
              <w:jc w:val="center"/>
            </w:pPr>
          </w:p>
        </w:tc>
      </w:tr>
      <w:tr w:rsidR="00137365" w:rsidTr="00FF1BCE">
        <w:trPr>
          <w:trHeight w:val="694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36 549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37 349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33 849</w:t>
            </w:r>
          </w:p>
          <w:p w:rsidR="00137365" w:rsidRDefault="00137365"/>
          <w:p w:rsidR="00137365" w:rsidRDefault="00137365"/>
          <w:p w:rsidR="00137365" w:rsidRDefault="00137365"/>
          <w:p w:rsidR="00137365" w:rsidRDefault="00137365">
            <w:pPr>
              <w:jc w:val="center"/>
            </w:pPr>
          </w:p>
        </w:tc>
      </w:tr>
      <w:tr w:rsidR="00137365" w:rsidTr="00FF1BCE">
        <w:trPr>
          <w:trHeight w:val="578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33 400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33 400</w:t>
            </w:r>
          </w:p>
          <w:p w:rsidR="00137365" w:rsidRDefault="00137365">
            <w:pPr>
              <w:rPr>
                <w:b/>
              </w:rPr>
            </w:pPr>
          </w:p>
          <w:p w:rsidR="00137365" w:rsidRDefault="00137365">
            <w:pPr>
              <w:jc w:val="center"/>
              <w:rPr>
                <w:b/>
              </w:rPr>
            </w:pP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33 400</w:t>
            </w:r>
          </w:p>
          <w:p w:rsidR="00137365" w:rsidRDefault="00137365"/>
          <w:p w:rsidR="00137365" w:rsidRDefault="00137365">
            <w:pPr>
              <w:jc w:val="center"/>
            </w:pP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225 000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1 906 759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632 940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523 440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41 100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41 200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Дорожное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1 846 759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591 840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482 240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1 846 759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591 840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482 240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вопросы в области национальной экономики (градостроительство)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 w:rsidR="00137365" w:rsidRDefault="00137365">
            <w:pPr>
              <w:jc w:val="center"/>
            </w:pP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137365" w:rsidRDefault="00137365">
            <w:pPr>
              <w:jc w:val="center"/>
            </w:pP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646 214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1 140 136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1 140 136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646 214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1 140 136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1 140 136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646 214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1 140 136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1 140 136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40 800</w:t>
            </w:r>
          </w:p>
        </w:tc>
      </w:tr>
      <w:tr w:rsidR="00137365" w:rsidTr="00FF1BCE">
        <w:trPr>
          <w:trHeight w:val="299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40 800</w:t>
            </w:r>
          </w:p>
          <w:p w:rsidR="00137365" w:rsidRDefault="00137365">
            <w:pPr>
              <w:tabs>
                <w:tab w:val="left" w:pos="1080"/>
              </w:tabs>
            </w:pPr>
            <w:r>
              <w:tab/>
            </w:r>
          </w:p>
        </w:tc>
      </w:tr>
      <w:tr w:rsidR="00137365" w:rsidTr="00FF1BCE">
        <w:trPr>
          <w:trHeight w:val="578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39 000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40 800</w:t>
            </w:r>
          </w:p>
          <w:p w:rsidR="00137365" w:rsidRDefault="00137365">
            <w:pPr>
              <w:tabs>
                <w:tab w:val="left" w:pos="1080"/>
              </w:tabs>
            </w:pPr>
            <w:r>
              <w:tab/>
            </w:r>
          </w:p>
        </w:tc>
      </w:tr>
      <w:tr w:rsidR="00137365" w:rsidTr="00FF1BCE">
        <w:trPr>
          <w:trHeight w:val="40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4 392 209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3 305 123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3 223 777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4 392 209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3 305 123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3 223 777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казенных учреждений культуры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4 392 209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3 305 123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3 223 777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2 293 847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1 426 255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1 426 255</w:t>
            </w:r>
          </w:p>
        </w:tc>
      </w:tr>
      <w:tr w:rsidR="00137365" w:rsidTr="00FF1BCE">
        <w:trPr>
          <w:trHeight w:val="64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2 098 362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1 878 868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1 797 522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15 500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16 200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Физическая культура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r>
              <w:rPr>
                <w:b/>
                <w:bCs/>
                <w:color w:val="000000"/>
              </w:rPr>
              <w:t xml:space="preserve">     15 500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16 200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r>
              <w:rPr>
                <w:bCs/>
                <w:color w:val="000000"/>
              </w:rPr>
              <w:t xml:space="preserve">     15 500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 w:rsidR="00137365" w:rsidTr="00FF1BCE">
        <w:trPr>
          <w:trHeight w:val="276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39 820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41 820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 w:rsidR="00137365" w:rsidTr="00FF1BCE">
        <w:trPr>
          <w:trHeight w:val="276"/>
        </w:trPr>
        <w:tc>
          <w:tcPr>
            <w:tcW w:w="4141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Периодическая печать и издательства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39 820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41 820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 w:rsidR="00137365" w:rsidTr="00FF1BCE">
        <w:trPr>
          <w:trHeight w:val="290"/>
        </w:trPr>
        <w:tc>
          <w:tcPr>
            <w:tcW w:w="4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39 820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41 820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41 900</w:t>
            </w:r>
          </w:p>
        </w:tc>
      </w:tr>
      <w:tr w:rsidR="00137365" w:rsidTr="00FF1BCE">
        <w:trPr>
          <w:trHeight w:val="358"/>
        </w:trPr>
        <w:tc>
          <w:tcPr>
            <w:tcW w:w="4141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10 841 002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8 504 840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8 525 740</w:t>
            </w:r>
          </w:p>
        </w:tc>
      </w:tr>
      <w:tr w:rsidR="00137365" w:rsidTr="00FF1BCE">
        <w:trPr>
          <w:trHeight w:val="235"/>
        </w:trPr>
        <w:tc>
          <w:tcPr>
            <w:tcW w:w="414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365" w:rsidRDefault="0013736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137365" w:rsidRDefault="00137365" w:rsidP="00C846B2"/>
    <w:p w:rsidR="00137365" w:rsidRDefault="00137365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Pr="00FF1BCE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Default="00137365" w:rsidP="00FF1BCE"/>
    <w:p w:rsidR="00137365" w:rsidRPr="00FF1BCE" w:rsidRDefault="00137365" w:rsidP="00FF1BCE"/>
    <w:p w:rsidR="00137365" w:rsidRDefault="00137365" w:rsidP="00FF1BCE"/>
    <w:tbl>
      <w:tblPr>
        <w:tblW w:w="9926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"/>
        <w:gridCol w:w="4847"/>
        <w:gridCol w:w="658"/>
        <w:gridCol w:w="602"/>
        <w:gridCol w:w="1290"/>
        <w:gridCol w:w="850"/>
        <w:gridCol w:w="1674"/>
      </w:tblGrid>
      <w:tr w:rsidR="00137365" w:rsidTr="00FF1BCE">
        <w:trPr>
          <w:trHeight w:val="228"/>
        </w:trPr>
        <w:tc>
          <w:tcPr>
            <w:tcW w:w="4850" w:type="dxa"/>
            <w:gridSpan w:val="2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41" w:type="dxa"/>
            <w:gridSpan w:val="2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6</w:t>
            </w:r>
          </w:p>
        </w:tc>
        <w:tc>
          <w:tcPr>
            <w:tcW w:w="1675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37365" w:rsidTr="00FF1BCE">
        <w:trPr>
          <w:trHeight w:val="228"/>
        </w:trPr>
        <w:tc>
          <w:tcPr>
            <w:tcW w:w="4850" w:type="dxa"/>
            <w:gridSpan w:val="2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3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 </w:t>
            </w:r>
            <w:r>
              <w:rPr>
                <w:b/>
                <w:i/>
                <w:sz w:val="18"/>
                <w:szCs w:val="18"/>
              </w:rPr>
              <w:t>решению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</w:tr>
      <w:tr w:rsidR="00137365" w:rsidTr="00FF1BCE">
        <w:trPr>
          <w:trHeight w:val="228"/>
        </w:trPr>
        <w:tc>
          <w:tcPr>
            <w:tcW w:w="4850" w:type="dxa"/>
            <w:gridSpan w:val="2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3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 w:rsidR="00137365" w:rsidTr="00FF1BCE">
        <w:trPr>
          <w:trHeight w:val="216"/>
        </w:trPr>
        <w:tc>
          <w:tcPr>
            <w:tcW w:w="4850" w:type="dxa"/>
            <w:gridSpan w:val="2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3"/>
          </w:tcPr>
          <w:p w:rsidR="00137365" w:rsidRDefault="00137365" w:rsidP="00FF1BC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от   20  марта  201 5г.   № 52/194</w:t>
            </w:r>
          </w:p>
        </w:tc>
      </w:tr>
      <w:tr w:rsidR="00137365" w:rsidTr="00FF1BCE">
        <w:trPr>
          <w:trHeight w:val="216"/>
        </w:trPr>
        <w:tc>
          <w:tcPr>
            <w:tcW w:w="4850" w:type="dxa"/>
            <w:gridSpan w:val="2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right w:val="nil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Распределение бюджетных ассигнований по</w:t>
            </w:r>
          </w:p>
        </w:tc>
        <w:tc>
          <w:tcPr>
            <w:tcW w:w="658" w:type="dxa"/>
            <w:tcBorders>
              <w:left w:val="nil"/>
              <w:right w:val="nil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tcBorders>
              <w:left w:val="nil"/>
              <w:right w:val="nil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91" w:type="dxa"/>
            <w:tcBorders>
              <w:left w:val="nil"/>
              <w:right w:val="nil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left w:val="nil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137365" w:rsidTr="00FF1BCE">
        <w:trPr>
          <w:trHeight w:val="542"/>
        </w:trPr>
        <w:tc>
          <w:tcPr>
            <w:tcW w:w="9926" w:type="dxa"/>
            <w:gridSpan w:val="7"/>
          </w:tcPr>
          <w:p w:rsidR="00137365" w:rsidRDefault="00137365" w:rsidP="00FF1BC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 разделам, подразделам, целевым статьям расходов, видам расходов функциональной классификации расходов бюджета на 2015 год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137365" w:rsidTr="00FF1BCE">
        <w:trPr>
          <w:trHeight w:val="746"/>
        </w:trPr>
        <w:tc>
          <w:tcPr>
            <w:tcW w:w="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6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29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37365" w:rsidTr="00FF1BCE">
        <w:trPr>
          <w:trHeight w:val="278"/>
        </w:trPr>
        <w:tc>
          <w:tcPr>
            <w:tcW w:w="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9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6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9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3 455 400</w:t>
            </w:r>
          </w:p>
        </w:tc>
      </w:tr>
      <w:tr w:rsidR="00137365" w:rsidTr="00FF1BCE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054F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670 000</w:t>
            </w:r>
          </w:p>
          <w:p w:rsidR="00137365" w:rsidRPr="003A67BB" w:rsidRDefault="00137365" w:rsidP="00FF1BCE">
            <w:pPr>
              <w:rPr>
                <w:b/>
              </w:rPr>
            </w:pPr>
          </w:p>
          <w:p w:rsidR="00137365" w:rsidRPr="003A67BB" w:rsidRDefault="00137365" w:rsidP="00FF1BCE">
            <w:pPr>
              <w:tabs>
                <w:tab w:val="left" w:pos="1440"/>
              </w:tabs>
              <w:rPr>
                <w:b/>
              </w:rPr>
            </w:pPr>
            <w:r w:rsidRPr="003A67BB">
              <w:rPr>
                <w:b/>
              </w:rPr>
              <w:tab/>
            </w:r>
          </w:p>
        </w:tc>
      </w:tr>
      <w:tr w:rsidR="00137365" w:rsidTr="00FF1BCE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37365" w:rsidRPr="003A67BB" w:rsidTr="00FF1BCE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A67BB"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9000003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67BB">
              <w:rPr>
                <w:color w:val="000000"/>
              </w:rPr>
              <w:t>670 000</w:t>
            </w:r>
          </w:p>
          <w:p w:rsidR="00137365" w:rsidRPr="003A67BB" w:rsidRDefault="00137365" w:rsidP="00FF1BCE"/>
          <w:p w:rsidR="00137365" w:rsidRPr="003A67BB" w:rsidRDefault="00137365" w:rsidP="00FF1BCE">
            <w:pPr>
              <w:tabs>
                <w:tab w:val="left" w:pos="1440"/>
              </w:tabs>
            </w:pPr>
            <w:r w:rsidRPr="003A67BB">
              <w:tab/>
            </w:r>
          </w:p>
        </w:tc>
      </w:tr>
      <w:tr w:rsidR="00137365" w:rsidTr="00FF1BCE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</w:tc>
      </w:tr>
      <w:tr w:rsidR="00137365" w:rsidRPr="003A67BB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054F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A67BB">
              <w:rPr>
                <w:b/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A67B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158 600</w:t>
            </w:r>
          </w:p>
          <w:p w:rsidR="00137365" w:rsidRPr="003A67BB" w:rsidRDefault="00137365" w:rsidP="00FF1BCE"/>
          <w:p w:rsidR="00137365" w:rsidRDefault="00137365" w:rsidP="00FF1BCE"/>
          <w:p w:rsidR="00137365" w:rsidRPr="003A67BB" w:rsidRDefault="00137365" w:rsidP="00FF1BCE">
            <w:pPr>
              <w:tabs>
                <w:tab w:val="left" w:pos="1410"/>
              </w:tabs>
            </w:pPr>
            <w:r>
              <w:tab/>
            </w:r>
          </w:p>
        </w:tc>
      </w:tr>
      <w:tr w:rsidR="00137365" w:rsidRPr="003A67BB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054F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   158 600</w:t>
            </w:r>
          </w:p>
          <w:p w:rsidR="00137365" w:rsidRPr="003A67BB" w:rsidRDefault="00137365" w:rsidP="00FF1BCE"/>
          <w:p w:rsidR="00137365" w:rsidRPr="000E58CD" w:rsidRDefault="00137365" w:rsidP="00FF1BCE"/>
          <w:p w:rsidR="00137365" w:rsidRPr="000E58CD" w:rsidRDefault="00137365" w:rsidP="00FF1BCE">
            <w:pPr>
              <w:tabs>
                <w:tab w:val="left" w:pos="1275"/>
              </w:tabs>
            </w:pPr>
            <w:r>
              <w:tab/>
            </w:r>
          </w:p>
        </w:tc>
      </w:tr>
      <w:tr w:rsidR="00137365" w:rsidRPr="003A67BB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158 600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158 600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54F5"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E58CD">
              <w:rPr>
                <w:b/>
                <w:color w:val="000000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r>
              <w:rPr>
                <w:b/>
                <w:color w:val="000000"/>
              </w:rPr>
              <w:t xml:space="preserve">     2 443 319</w:t>
            </w:r>
          </w:p>
          <w:p w:rsidR="00137365" w:rsidRPr="000E58CD" w:rsidRDefault="00137365" w:rsidP="00FF1BCE">
            <w:pPr>
              <w:tabs>
                <w:tab w:val="left" w:pos="1350"/>
              </w:tabs>
            </w:pPr>
            <w:r>
              <w:tab/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054F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E58CD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0E58CD" w:rsidRDefault="00137365" w:rsidP="003B60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2 443 319</w:t>
            </w:r>
          </w:p>
        </w:tc>
      </w:tr>
      <w:tr w:rsidR="00137365" w:rsidRPr="000E58CD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E58CD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0E58CD" w:rsidRDefault="00137365" w:rsidP="003B608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2 443 319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0E58CD" w:rsidRDefault="00137365" w:rsidP="00FF1BCE">
            <w:r>
              <w:rPr>
                <w:color w:val="000000"/>
              </w:rPr>
              <w:t xml:space="preserve">      1 263 126</w:t>
            </w:r>
          </w:p>
          <w:p w:rsidR="00137365" w:rsidRPr="000E58CD" w:rsidRDefault="00137365" w:rsidP="00FF1BCE"/>
          <w:p w:rsidR="00137365" w:rsidRDefault="00137365" w:rsidP="00FF1BCE"/>
          <w:p w:rsidR="00137365" w:rsidRPr="000E58CD" w:rsidRDefault="00137365" w:rsidP="00FF1BCE">
            <w:pPr>
              <w:tabs>
                <w:tab w:val="left" w:pos="1380"/>
              </w:tabs>
            </w:pPr>
            <w:r>
              <w:tab/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729 193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364 000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9908014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87 000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06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11 471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07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60 000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32682"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9908067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9908067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137365" w:rsidTr="003B6081">
        <w:trPr>
          <w:trHeight w:val="739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9908067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F0643">
              <w:rPr>
                <w:b/>
                <w:color w:val="000000"/>
              </w:rPr>
              <w:t>Другие общегосударственные вопросы</w:t>
            </w:r>
            <w:r>
              <w:rPr>
                <w:b/>
                <w:color w:val="000000"/>
              </w:rPr>
              <w:t xml:space="preserve"> (админ. комиссии)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5 300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0643">
              <w:rPr>
                <w:color w:val="000000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BF0643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9907001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9907001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04B5"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9908007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C04B5">
              <w:rPr>
                <w:b/>
                <w:color w:val="000000"/>
              </w:rPr>
              <w:t>2 710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9908007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2 710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0643">
              <w:rPr>
                <w:b/>
                <w:color w:val="000000"/>
              </w:rPr>
              <w:t>Другие общегосударственные вопросы</w:t>
            </w:r>
            <w:r>
              <w:rPr>
                <w:b/>
                <w:color w:val="000000"/>
              </w:rPr>
              <w:t xml:space="preserve"> (исполнит. листы)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99080700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B6081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B6081"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B6081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B6081">
              <w:rPr>
                <w:color w:val="000000"/>
              </w:rPr>
              <w:t>13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B6081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B6081">
              <w:rPr>
                <w:color w:val="000000"/>
              </w:rPr>
              <w:t>99080700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B6081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B6081">
              <w:rPr>
                <w:color w:val="000000"/>
              </w:rPr>
              <w:t>800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3B6081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B6081">
              <w:rPr>
                <w:color w:val="000000"/>
              </w:rPr>
              <w:t>15 000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78 100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r>
              <w:rPr>
                <w:b/>
                <w:bCs/>
                <w:color w:val="000000"/>
              </w:rPr>
              <w:t xml:space="preserve">        78 100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56464">
              <w:rPr>
                <w:bCs/>
                <w:color w:val="000000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D56464" w:rsidRDefault="00137365" w:rsidP="00FF1BCE">
            <w:r w:rsidRPr="00D56464">
              <w:rPr>
                <w:bCs/>
                <w:color w:val="000000"/>
              </w:rPr>
              <w:t xml:space="preserve">         </w:t>
            </w:r>
            <w:r>
              <w:rPr>
                <w:bCs/>
                <w:color w:val="000000"/>
              </w:rPr>
              <w:t>78 100</w:t>
            </w:r>
          </w:p>
        </w:tc>
      </w:tr>
      <w:tr w:rsidR="00137365" w:rsidTr="00FF1BCE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56464">
              <w:rPr>
                <w:color w:val="000000"/>
              </w:rPr>
              <w:t>9905118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78 100</w:t>
            </w:r>
          </w:p>
        </w:tc>
      </w:tr>
      <w:tr w:rsidR="00137365" w:rsidTr="00FF1BCE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9905118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41 551</w:t>
            </w:r>
          </w:p>
        </w:tc>
      </w:tr>
      <w:tr w:rsidR="00137365" w:rsidTr="00FF1BCE">
        <w:trPr>
          <w:trHeight w:val="79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9905118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36 549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268 00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43 000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A46EF9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A46EF9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46EF9">
              <w:rPr>
                <w:bCs/>
                <w:color w:val="000000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A46EF9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46EF9">
              <w:rPr>
                <w:bCs/>
                <w:color w:val="000000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A46EF9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A46EF9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43 000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A46EF9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A46EF9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A46EF9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C7098C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C7098C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098C"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C7098C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7098C">
              <w:rPr>
                <w:b/>
                <w:color w:val="000000"/>
              </w:rPr>
              <w:t>10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C7098C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C7098C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C7098C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225 000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1 906 759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56464">
              <w:rPr>
                <w:b/>
                <w:color w:val="000000"/>
              </w:rPr>
              <w:t>05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796CC1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796CC1">
              <w:rPr>
                <w:b/>
                <w:color w:val="000000"/>
              </w:rPr>
              <w:t>9906016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D56464">
              <w:rPr>
                <w:b/>
                <w:iCs/>
                <w:color w:val="000000"/>
              </w:rPr>
              <w:t>05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796C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D56464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796C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Субсидии ЛПХ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796C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796C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05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796C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796CC1">
              <w:rPr>
                <w:iCs/>
                <w:color w:val="000000"/>
              </w:rPr>
              <w:t>9906016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796C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796C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</w:t>
            </w:r>
            <w:r w:rsidRPr="00796CC1">
              <w:rPr>
                <w:iCs/>
                <w:color w:val="000000"/>
              </w:rPr>
              <w:t>0 000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5C04B5"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9902068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1 846 759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C04B5"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5C04B5">
              <w:rPr>
                <w:iCs/>
                <w:color w:val="000000"/>
              </w:rPr>
              <w:t>09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902068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5C04B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1 846 759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8039F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8039F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8039F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08039F">
              <w:rPr>
                <w:b/>
                <w:iCs/>
                <w:color w:val="000000"/>
              </w:rPr>
              <w:t>12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6C1782" w:rsidRDefault="00137365" w:rsidP="00FF1BCE">
            <w:pPr>
              <w:rPr>
                <w:b/>
              </w:rPr>
            </w:pPr>
            <w:r>
              <w:rPr>
                <w:b/>
                <w:iCs/>
                <w:color w:val="000000"/>
              </w:rPr>
              <w:t xml:space="preserve">    </w:t>
            </w:r>
            <w:r w:rsidRPr="006C1782">
              <w:rPr>
                <w:b/>
                <w:iCs/>
                <w:color w:val="000000"/>
              </w:rPr>
              <w:t>9902032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08039F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08039F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20 000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F4A5F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F4A5F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F4A5F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r>
              <w:rPr>
                <w:iCs/>
                <w:color w:val="000000"/>
              </w:rPr>
              <w:t xml:space="preserve">    </w:t>
            </w:r>
            <w:r w:rsidRPr="00B42A94">
              <w:rPr>
                <w:iCs/>
                <w:color w:val="000000"/>
              </w:rPr>
              <w:t>9902032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F4A5F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20 000</w:t>
            </w:r>
          </w:p>
          <w:p w:rsidR="00137365" w:rsidRPr="001C2413" w:rsidRDefault="00137365" w:rsidP="00FF1BCE">
            <w:pPr>
              <w:tabs>
                <w:tab w:val="left" w:pos="1395"/>
              </w:tabs>
            </w:pPr>
            <w:r>
              <w:tab/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F4A5F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9902032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F4A5F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9902032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F4A5F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646 214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646 214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C2413">
              <w:rPr>
                <w:b/>
                <w:bCs/>
                <w:color w:val="000000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646 214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Уличное освещение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9902048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289 037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9902048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289 037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Озеленение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9902049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</w:t>
            </w:r>
            <w:r w:rsidRPr="001C2413">
              <w:rPr>
                <w:rStyle w:val="Emphasis"/>
                <w:b/>
              </w:rPr>
              <w:t xml:space="preserve">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9902049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Организация и содержание мест захоронения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9902050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</w:t>
            </w:r>
            <w:r w:rsidRPr="001C2413">
              <w:rPr>
                <w:rStyle w:val="Emphasis"/>
                <w:b/>
              </w:rPr>
              <w:t xml:space="preserve">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Прочие мероприятия по благоустройству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1C2413">
              <w:rPr>
                <w:rStyle w:val="Emphasis"/>
                <w:b/>
              </w:rPr>
              <w:t>9902051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335 177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9902051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335 177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9908014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Молодежн</w:t>
            </w:r>
            <w:r>
              <w:rPr>
                <w:b/>
                <w:color w:val="000000"/>
              </w:rPr>
              <w:t xml:space="preserve">ая политика и оздоровление 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C2413">
              <w:rPr>
                <w:b/>
                <w:color w:val="000000"/>
              </w:rPr>
              <w:t>07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</w:t>
            </w:r>
            <w:r w:rsidRPr="001C2413">
              <w:rPr>
                <w:b/>
                <w:color w:val="000000"/>
              </w:rPr>
              <w:t xml:space="preserve">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1C2413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F682F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F682F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F682F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F682F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3F682F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 w:rsidRPr="003F682F">
              <w:rPr>
                <w:color w:val="000000"/>
              </w:rPr>
              <w:t xml:space="preserve">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F682F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F682F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682F">
              <w:rPr>
                <w:color w:val="000000"/>
              </w:rPr>
              <w:t>07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F682F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3F682F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3F682F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 w:rsidRPr="003F682F">
              <w:rPr>
                <w:color w:val="000000"/>
              </w:rPr>
              <w:t xml:space="preserve"> 000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r>
              <w:t xml:space="preserve">   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r>
              <w:t xml:space="preserve">   07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r>
              <w:t xml:space="preserve">   9902004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r>
              <w:t xml:space="preserve">   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r>
              <w:t xml:space="preserve">        39 000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4 392 209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73333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4 392 209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Обеспечение деятельности казенных учреждений культуры(ДК)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9910000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2E09C1" w:rsidRDefault="00137365" w:rsidP="005B48D4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3 754 792</w:t>
            </w:r>
            <w:r w:rsidRPr="002E09C1">
              <w:rPr>
                <w:rStyle w:val="Emphasis"/>
                <w:b/>
                <w:i w:val="0"/>
              </w:rPr>
              <w:t xml:space="preserve"> </w:t>
            </w:r>
          </w:p>
        </w:tc>
      </w:tr>
      <w:tr w:rsidR="00137365" w:rsidRPr="002E09C1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9910059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1 782 223</w:t>
            </w:r>
          </w:p>
        </w:tc>
      </w:tr>
      <w:tr w:rsidR="00137365" w:rsidRPr="002E09C1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9910059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1 927 569</w:t>
            </w:r>
          </w:p>
        </w:tc>
      </w:tr>
      <w:tr w:rsidR="00137365" w:rsidRPr="002E09C1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9918014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15 000</w:t>
            </w:r>
          </w:p>
        </w:tc>
      </w:tr>
      <w:tr w:rsidR="00137365" w:rsidRPr="002E09C1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94C4F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 w:rsidRPr="00594C4F">
              <w:rPr>
                <w:rStyle w:val="Emphasis"/>
                <w:b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 w:rsidRPr="002E09C1">
              <w:rPr>
                <w:rStyle w:val="Emphasis"/>
                <w:b/>
                <w:i w:val="0"/>
              </w:rPr>
              <w:t>9920000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  <w:i w:val="0"/>
              </w:rPr>
            </w:pPr>
            <w:r>
              <w:rPr>
                <w:rStyle w:val="Emphasis"/>
                <w:b/>
                <w:i w:val="0"/>
              </w:rPr>
              <w:t>654 417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9920059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621 624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9920059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27793</w:t>
            </w:r>
          </w:p>
        </w:tc>
      </w:tr>
      <w:tr w:rsidR="00137365" w:rsidTr="00FF1BCE">
        <w:trPr>
          <w:trHeight w:val="530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9928014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5 000</w:t>
            </w:r>
          </w:p>
        </w:tc>
      </w:tr>
      <w:tr w:rsidR="00137365" w:rsidRPr="002E09C1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99300</w:t>
            </w:r>
            <w:r>
              <w:rPr>
                <w:b/>
                <w:i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13 000</w:t>
            </w:r>
          </w:p>
        </w:tc>
      </w:tr>
      <w:tr w:rsidR="00137365" w:rsidRPr="002E09C1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A318B0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2E09C1"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9930059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2E09C1" w:rsidRDefault="00137365" w:rsidP="00FF1BCE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2E09C1">
              <w:rPr>
                <w:iCs/>
                <w:color w:val="000000"/>
              </w:rPr>
              <w:t>13 000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15 500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15 500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15 500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15 500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15 500</w:t>
            </w:r>
          </w:p>
        </w:tc>
      </w:tr>
      <w:tr w:rsidR="00137365" w:rsidTr="00FF1BCE">
        <w:trPr>
          <w:trHeight w:val="264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39 820</w:t>
            </w:r>
          </w:p>
        </w:tc>
      </w:tr>
      <w:tr w:rsidR="00137365" w:rsidTr="00FF1BCE">
        <w:trPr>
          <w:trHeight w:val="12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015EB">
              <w:rPr>
                <w:b/>
                <w:color w:val="000000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37365" w:rsidRPr="006015EB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</w:t>
            </w:r>
            <w:r w:rsidRPr="006015EB">
              <w:rPr>
                <w:b/>
                <w:color w:val="000000"/>
              </w:rPr>
              <w:t xml:space="preserve"> 820</w:t>
            </w:r>
          </w:p>
        </w:tc>
      </w:tr>
      <w:tr w:rsidR="00137365" w:rsidTr="00FF1BCE">
        <w:trPr>
          <w:trHeight w:val="12"/>
        </w:trPr>
        <w:tc>
          <w:tcPr>
            <w:tcW w:w="485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39 820</w:t>
            </w:r>
          </w:p>
        </w:tc>
      </w:tr>
      <w:tr w:rsidR="00137365" w:rsidTr="00FF1BCE">
        <w:trPr>
          <w:gridBefore w:val="1"/>
          <w:trHeight w:val="12"/>
        </w:trPr>
        <w:tc>
          <w:tcPr>
            <w:tcW w:w="4850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39 820</w:t>
            </w:r>
          </w:p>
        </w:tc>
      </w:tr>
      <w:tr w:rsidR="00137365" w:rsidTr="00FF1BCE">
        <w:trPr>
          <w:gridBefore w:val="1"/>
          <w:trHeight w:val="12"/>
        </w:trPr>
        <w:tc>
          <w:tcPr>
            <w:tcW w:w="4850" w:type="dxa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39 820</w:t>
            </w:r>
          </w:p>
        </w:tc>
      </w:tr>
      <w:tr w:rsidR="00137365" w:rsidTr="00FF1BCE">
        <w:trPr>
          <w:gridBefore w:val="1"/>
          <w:trHeight w:val="329"/>
        </w:trPr>
        <w:tc>
          <w:tcPr>
            <w:tcW w:w="4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37365" w:rsidRDefault="00137365" w:rsidP="00FF1B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10 841 002</w:t>
            </w:r>
          </w:p>
        </w:tc>
      </w:tr>
    </w:tbl>
    <w:p w:rsidR="00137365" w:rsidRDefault="00137365" w:rsidP="00FF1BCE"/>
    <w:p w:rsidR="00137365" w:rsidRDefault="00137365" w:rsidP="00FF1BCE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Pr="008C5FEA" w:rsidRDefault="00137365" w:rsidP="008C5FEA"/>
    <w:p w:rsidR="00137365" w:rsidRDefault="00137365" w:rsidP="008C5FEA"/>
    <w:p w:rsidR="00137365" w:rsidRDefault="00137365" w:rsidP="008C5FEA"/>
    <w:tbl>
      <w:tblPr>
        <w:tblW w:w="9669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658"/>
        <w:gridCol w:w="3341"/>
        <w:gridCol w:w="599"/>
        <w:gridCol w:w="110"/>
        <w:gridCol w:w="548"/>
        <w:gridCol w:w="161"/>
        <w:gridCol w:w="497"/>
        <w:gridCol w:w="353"/>
        <w:gridCol w:w="249"/>
        <w:gridCol w:w="1027"/>
        <w:gridCol w:w="264"/>
        <w:gridCol w:w="445"/>
        <w:gridCol w:w="405"/>
        <w:gridCol w:w="1012"/>
      </w:tblGrid>
      <w:tr w:rsidR="00137365" w:rsidTr="008C5FEA">
        <w:trPr>
          <w:trHeight w:val="228"/>
        </w:trPr>
        <w:tc>
          <w:tcPr>
            <w:tcW w:w="4598" w:type="dxa"/>
            <w:gridSpan w:val="3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41" w:type="dxa"/>
            <w:gridSpan w:val="4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7</w:t>
            </w:r>
          </w:p>
        </w:tc>
        <w:tc>
          <w:tcPr>
            <w:tcW w:w="1012" w:type="dxa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37365" w:rsidTr="008C5FEA">
        <w:trPr>
          <w:trHeight w:val="228"/>
        </w:trPr>
        <w:tc>
          <w:tcPr>
            <w:tcW w:w="4598" w:type="dxa"/>
            <w:gridSpan w:val="3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gridSpan w:val="5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</w:t>
            </w:r>
            <w:r>
              <w:rPr>
                <w:b/>
                <w:i/>
                <w:sz w:val="18"/>
                <w:szCs w:val="18"/>
              </w:rPr>
              <w:t xml:space="preserve"> решению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</w:tr>
      <w:tr w:rsidR="00137365" w:rsidTr="008C5FEA">
        <w:trPr>
          <w:trHeight w:val="228"/>
        </w:trPr>
        <w:tc>
          <w:tcPr>
            <w:tcW w:w="4598" w:type="dxa"/>
            <w:gridSpan w:val="3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gridSpan w:val="5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 w:rsidR="00137365" w:rsidTr="008C5FEA">
        <w:trPr>
          <w:trHeight w:val="216"/>
        </w:trPr>
        <w:tc>
          <w:tcPr>
            <w:tcW w:w="4598" w:type="dxa"/>
            <w:gridSpan w:val="3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153" w:type="dxa"/>
            <w:gridSpan w:val="5"/>
          </w:tcPr>
          <w:p w:rsidR="00137365" w:rsidRDefault="00137365" w:rsidP="008C5F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от  20  марта   2015.  № 52/194</w:t>
            </w:r>
          </w:p>
        </w:tc>
      </w:tr>
      <w:tr w:rsidR="00137365" w:rsidTr="008C5FEA">
        <w:trPr>
          <w:trHeight w:val="216"/>
        </w:trPr>
        <w:tc>
          <w:tcPr>
            <w:tcW w:w="4598" w:type="dxa"/>
            <w:gridSpan w:val="3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2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37365" w:rsidTr="008C5FEA">
        <w:trPr>
          <w:trHeight w:val="264"/>
        </w:trPr>
        <w:tc>
          <w:tcPr>
            <w:tcW w:w="4598" w:type="dxa"/>
            <w:gridSpan w:val="3"/>
          </w:tcPr>
          <w:p w:rsidR="00137365" w:rsidRDefault="00137365" w:rsidP="008C5FE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58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2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91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</w:p>
        </w:tc>
        <w:tc>
          <w:tcPr>
            <w:tcW w:w="850" w:type="dxa"/>
            <w:gridSpan w:val="2"/>
          </w:tcPr>
          <w:p w:rsidR="00137365" w:rsidRDefault="00137365" w:rsidP="008C5FE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12" w:type="dxa"/>
          </w:tcPr>
          <w:p w:rsidR="00137365" w:rsidRDefault="00137365" w:rsidP="008C5FE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137365" w:rsidTr="008C5FEA">
        <w:trPr>
          <w:trHeight w:val="542"/>
        </w:trPr>
        <w:tc>
          <w:tcPr>
            <w:tcW w:w="658" w:type="dxa"/>
          </w:tcPr>
          <w:p w:rsidR="00137365" w:rsidRDefault="00137365" w:rsidP="008C5FE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9011" w:type="dxa"/>
            <w:gridSpan w:val="13"/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Ведомственная структура расходов бюджета Пичужинского сельского поселения                                         на  2015 год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137365" w:rsidTr="008C5FEA">
        <w:trPr>
          <w:trHeight w:val="746"/>
        </w:trPr>
        <w:tc>
          <w:tcPr>
            <w:tcW w:w="39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  <w:p w:rsidR="00137365" w:rsidRPr="00807B74" w:rsidRDefault="00137365" w:rsidP="008C5FEA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37365" w:rsidTr="008C5FEA">
        <w:trPr>
          <w:trHeight w:val="278"/>
        </w:trPr>
        <w:tc>
          <w:tcPr>
            <w:tcW w:w="39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A55A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3 455 400</w:t>
            </w:r>
          </w:p>
        </w:tc>
      </w:tr>
      <w:tr w:rsidR="00137365" w:rsidTr="008C5FEA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670 000</w:t>
            </w:r>
          </w:p>
          <w:p w:rsidR="00137365" w:rsidRDefault="00137365" w:rsidP="008C5FEA">
            <w:pPr>
              <w:rPr>
                <w:b/>
              </w:rPr>
            </w:pPr>
          </w:p>
          <w:p w:rsidR="00137365" w:rsidRDefault="00137365" w:rsidP="008C5FEA">
            <w:pPr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137365" w:rsidTr="008C5FEA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37365" w:rsidTr="008C5FEA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  <w:p w:rsidR="00137365" w:rsidRDefault="00137365" w:rsidP="008C5FEA"/>
          <w:p w:rsidR="00137365" w:rsidRDefault="00137365" w:rsidP="008C5FEA">
            <w:pPr>
              <w:tabs>
                <w:tab w:val="left" w:pos="1440"/>
              </w:tabs>
            </w:pPr>
            <w:r>
              <w:tab/>
            </w:r>
          </w:p>
        </w:tc>
      </w:tr>
      <w:tr w:rsidR="00137365" w:rsidTr="008C5FEA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670 000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CA33AE" w:rsidRDefault="00137365" w:rsidP="008C5FEA">
            <w:pPr>
              <w:tabs>
                <w:tab w:val="left" w:pos="1410"/>
              </w:tabs>
              <w:rPr>
                <w:b/>
              </w:rPr>
            </w:pPr>
            <w:r>
              <w:rPr>
                <w:b/>
              </w:rPr>
              <w:t xml:space="preserve">    158 600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tabs>
                <w:tab w:val="left" w:pos="1275"/>
              </w:tabs>
            </w:pPr>
            <w:r>
              <w:t xml:space="preserve">    158 600 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158 600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158 600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r>
              <w:rPr>
                <w:b/>
                <w:color w:val="000000"/>
              </w:rPr>
              <w:t xml:space="preserve">   2 443 319</w:t>
            </w:r>
          </w:p>
          <w:p w:rsidR="00137365" w:rsidRDefault="00137365" w:rsidP="008C5FEA">
            <w:pPr>
              <w:tabs>
                <w:tab w:val="left" w:pos="1350"/>
              </w:tabs>
            </w:pPr>
            <w:r>
              <w:tab/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2 443 319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2 443 319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r>
              <w:rPr>
                <w:color w:val="000000"/>
              </w:rPr>
              <w:t xml:space="preserve">    1 263 126</w:t>
            </w:r>
          </w:p>
          <w:p w:rsidR="00137365" w:rsidRDefault="00137365" w:rsidP="008C5FEA"/>
          <w:p w:rsidR="00137365" w:rsidRDefault="00137365" w:rsidP="008C5FEA"/>
          <w:p w:rsidR="00137365" w:rsidRDefault="00137365" w:rsidP="008C5FEA">
            <w:pPr>
              <w:tabs>
                <w:tab w:val="left" w:pos="1380"/>
              </w:tabs>
            </w:pPr>
            <w:r>
              <w:tab/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729 193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9000004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r>
              <w:rPr>
                <w:color w:val="000000"/>
              </w:rPr>
              <w:t xml:space="preserve">    364 000</w:t>
            </w:r>
          </w:p>
          <w:p w:rsidR="00137365" w:rsidRDefault="00137365" w:rsidP="008C5FEA"/>
          <w:p w:rsidR="00137365" w:rsidRDefault="00137365" w:rsidP="008C5FEA"/>
          <w:p w:rsidR="00137365" w:rsidRDefault="00137365" w:rsidP="008C5FEA">
            <w:pPr>
              <w:tabs>
                <w:tab w:val="left" w:pos="1380"/>
              </w:tabs>
            </w:pPr>
            <w:r>
              <w:tab/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46653A" w:rsidRDefault="00137365" w:rsidP="008C5FEA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 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9908014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87 000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5210610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11 471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9000011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60 000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9908067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9908067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5 300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9907001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9907001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C5E3F"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rPr>
                <w:b/>
              </w:rPr>
            </w:pPr>
            <w:r w:rsidRPr="00EC5E3F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C5E3F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C5E3F">
              <w:rPr>
                <w:b/>
                <w:color w:val="00000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C5E3F">
              <w:rPr>
                <w:b/>
                <w:color w:val="000000"/>
              </w:rPr>
              <w:t>9908002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2 710</w:t>
            </w:r>
          </w:p>
        </w:tc>
      </w:tr>
      <w:tr w:rsidR="00137365" w:rsidRPr="00EC5E3F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rPr>
                <w:color w:val="000000"/>
              </w:rPr>
            </w:pPr>
            <w:r w:rsidRPr="00EC5E3F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5E3F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5E3F">
              <w:rPr>
                <w:color w:val="00000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5E3F">
              <w:rPr>
                <w:color w:val="000000"/>
              </w:rPr>
              <w:t>9908007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C5E3F">
              <w:rPr>
                <w:color w:val="000000"/>
              </w:rPr>
              <w:t>2 710</w:t>
            </w:r>
          </w:p>
        </w:tc>
      </w:tr>
      <w:tr w:rsidR="00137365" w:rsidRPr="00EC5E3F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F0643">
              <w:rPr>
                <w:b/>
                <w:color w:val="000000"/>
              </w:rPr>
              <w:t>Другие общегосударственные вопросы</w:t>
            </w:r>
            <w:r>
              <w:rPr>
                <w:b/>
                <w:color w:val="000000"/>
              </w:rPr>
              <w:t xml:space="preserve"> (исполнит. листы)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9908700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15 000</w:t>
            </w:r>
          </w:p>
        </w:tc>
      </w:tr>
      <w:tr w:rsidR="00137365" w:rsidRPr="008C5FEA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5C04B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C5FEA" w:rsidRDefault="00137365" w:rsidP="008C5FEA">
            <w:pPr>
              <w:rPr>
                <w:b/>
                <w:color w:val="000000"/>
              </w:rPr>
            </w:pPr>
            <w:r w:rsidRPr="008C5FEA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C5FEA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C5FE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C5FEA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C5FEA">
              <w:rPr>
                <w:b/>
                <w:color w:val="00000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C5FEA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C5FEA">
              <w:rPr>
                <w:b/>
                <w:color w:val="000000"/>
              </w:rPr>
              <w:t>9908700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C5FEA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C5FEA">
              <w:rPr>
                <w:b/>
                <w:color w:val="000000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8C5FEA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C5FEA">
              <w:rPr>
                <w:b/>
                <w:color w:val="000000"/>
              </w:rPr>
              <w:t>15 000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78 100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r>
              <w:rPr>
                <w:b/>
                <w:bCs/>
                <w:color w:val="000000"/>
              </w:rPr>
              <w:t xml:space="preserve">      78 100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r>
              <w:rPr>
                <w:bCs/>
                <w:color w:val="000000"/>
              </w:rPr>
              <w:t xml:space="preserve">      78 100</w:t>
            </w:r>
          </w:p>
        </w:tc>
      </w:tr>
      <w:tr w:rsidR="00137365" w:rsidTr="008C5FEA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9905118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78 100</w:t>
            </w:r>
          </w:p>
        </w:tc>
      </w:tr>
      <w:tr w:rsidR="00137365" w:rsidTr="008C5FEA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9905118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41 551</w:t>
            </w:r>
          </w:p>
        </w:tc>
      </w:tr>
      <w:tr w:rsidR="00137365" w:rsidTr="008C5FEA">
        <w:trPr>
          <w:trHeight w:val="79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9905118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36 549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268 000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43 000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43 000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C5E3F"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EC5E3F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46653A" w:rsidRDefault="00137365" w:rsidP="008C5FEA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9902042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225 000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1 906 759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1 846 759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1 846 759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9902068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1 846 759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9902068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1 846 759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9906016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</w:tr>
      <w:tr w:rsidR="00137365" w:rsidRPr="0098243D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98243D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98243D">
              <w:rPr>
                <w:iCs/>
                <w:color w:val="000000"/>
              </w:rPr>
              <w:t>Субсидии ЛПХ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98243D" w:rsidRDefault="00137365" w:rsidP="008C5FEA">
            <w:r w:rsidRPr="0098243D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98243D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98243D">
              <w:rPr>
                <w:i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98243D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98243D">
              <w:rPr>
                <w:iCs/>
                <w:color w:val="00000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98243D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98243D">
              <w:rPr>
                <w:iCs/>
                <w:color w:val="000000"/>
              </w:rPr>
              <w:t>9906016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9A0E26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 w:rsidRPr="009A0E26">
              <w:rPr>
                <w:iCs/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Pr="0098243D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</w:t>
            </w:r>
            <w:r w:rsidRPr="0098243D">
              <w:rPr>
                <w:iCs/>
                <w:color w:val="000000"/>
              </w:rPr>
              <w:t>0 000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20 000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20 000</w:t>
            </w:r>
          </w:p>
          <w:p w:rsidR="00137365" w:rsidRDefault="00137365" w:rsidP="008C5FEA">
            <w:pPr>
              <w:tabs>
                <w:tab w:val="left" w:pos="1395"/>
              </w:tabs>
            </w:pPr>
            <w:r>
              <w:tab/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9902032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9902032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646 214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r>
              <w:rPr>
                <w:b/>
                <w:bCs/>
                <w:color w:val="000000"/>
              </w:rPr>
              <w:t xml:space="preserve">     646 214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r>
              <w:rPr>
                <w:b/>
                <w:bCs/>
                <w:color w:val="000000"/>
              </w:rPr>
              <w:t xml:space="preserve">     646 214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Уличное освещение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9902048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289 037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9902048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289 037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Озеленение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9902049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5 000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9902049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Организация и содержание мест захоронения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9902050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7 000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9902050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Прочие мероприятия по благоустройству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9902051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335 214</w:t>
            </w:r>
          </w:p>
        </w:tc>
      </w:tr>
      <w:tr w:rsidR="00137365" w:rsidTr="008B6760">
        <w:trPr>
          <w:trHeight w:val="97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9902051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335 214</w:t>
            </w:r>
          </w:p>
        </w:tc>
      </w:tr>
      <w:tr w:rsidR="00137365" w:rsidTr="008B6760">
        <w:trPr>
          <w:trHeight w:val="407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B6760">
            <w:pPr>
              <w:tabs>
                <w:tab w:val="left" w:pos="3000"/>
              </w:tabs>
            </w:pPr>
            <w:r>
              <w:rPr>
                <w:color w:val="000000"/>
              </w:rPr>
              <w:t>Иные межбюджетные ассигнования</w:t>
            </w:r>
            <w:r>
              <w:tab/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46653A" w:rsidRDefault="00137365" w:rsidP="008C5FEA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9908014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39 000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>
              <w:t xml:space="preserve">   07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>
              <w:t xml:space="preserve">   07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>
              <w:t xml:space="preserve">   9902013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>
              <w:t xml:space="preserve">   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r>
              <w:t xml:space="preserve">      39 000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F50EA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4 392 209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B676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4 392 209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Обеспечение деятельности казенных учреждений культуры(ДК)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9910059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B6760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 xml:space="preserve"> 3 754792 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9910059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1 782 223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9910059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1 927 569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46653A" w:rsidRDefault="00137365" w:rsidP="009F3669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  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9918014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15 000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9920059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rStyle w:val="Emphasis"/>
                <w:b/>
              </w:rPr>
            </w:pPr>
            <w:r>
              <w:rPr>
                <w:rStyle w:val="Emphasis"/>
                <w:b/>
              </w:rPr>
              <w:t>654 417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9920059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621 624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9920059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27 793</w:t>
            </w:r>
          </w:p>
        </w:tc>
      </w:tr>
      <w:tr w:rsidR="00137365" w:rsidTr="008C5FEA">
        <w:trPr>
          <w:trHeight w:val="530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46653A" w:rsidRDefault="00137365" w:rsidP="009F3669">
            <w:pPr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08  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9928014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9F36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9920059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13 000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15 500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15 500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15 500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9902034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15 500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9902034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15 500</w:t>
            </w:r>
          </w:p>
        </w:tc>
      </w:tr>
      <w:tr w:rsidR="00137365" w:rsidTr="008C5FEA">
        <w:trPr>
          <w:trHeight w:val="264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39 820</w:t>
            </w:r>
          </w:p>
        </w:tc>
      </w:tr>
      <w:tr w:rsidR="00137365" w:rsidTr="008C5FEA">
        <w:trPr>
          <w:trHeight w:val="1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Pr="00807B74" w:rsidRDefault="00137365" w:rsidP="008C5FEA">
            <w:pPr>
              <w:rPr>
                <w:b/>
              </w:rPr>
            </w:pPr>
            <w:r w:rsidRPr="00807B74">
              <w:rPr>
                <w:b/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39 820</w:t>
            </w:r>
          </w:p>
        </w:tc>
      </w:tr>
      <w:tr w:rsidR="00137365" w:rsidTr="008C5FEA">
        <w:trPr>
          <w:trHeight w:val="1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39 820</w:t>
            </w:r>
          </w:p>
        </w:tc>
      </w:tr>
      <w:tr w:rsidR="00137365" w:rsidTr="008C5FEA">
        <w:trPr>
          <w:trHeight w:val="1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9902069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39 820</w:t>
            </w:r>
          </w:p>
        </w:tc>
      </w:tr>
      <w:tr w:rsidR="00137365" w:rsidTr="008C5FEA">
        <w:trPr>
          <w:trHeight w:val="12"/>
        </w:trPr>
        <w:tc>
          <w:tcPr>
            <w:tcW w:w="399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r w:rsidRPr="0046653A">
              <w:rPr>
                <w:color w:val="000000"/>
              </w:rPr>
              <w:t>950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9902069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39 820</w:t>
            </w:r>
          </w:p>
        </w:tc>
      </w:tr>
      <w:tr w:rsidR="00137365" w:rsidTr="008C5FEA">
        <w:trPr>
          <w:trHeight w:val="329"/>
        </w:trPr>
        <w:tc>
          <w:tcPr>
            <w:tcW w:w="399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37365" w:rsidRDefault="00137365" w:rsidP="008C5FE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10 841 002</w:t>
            </w:r>
          </w:p>
        </w:tc>
      </w:tr>
    </w:tbl>
    <w:p w:rsidR="00137365" w:rsidRDefault="00137365" w:rsidP="008C5FEA"/>
    <w:p w:rsidR="00137365" w:rsidRDefault="00137365" w:rsidP="008C5FEA"/>
    <w:p w:rsidR="00137365" w:rsidRPr="008C5FEA" w:rsidRDefault="00137365" w:rsidP="008C5FEA"/>
    <w:sectPr w:rsidR="00137365" w:rsidRPr="008C5FEA" w:rsidSect="00DE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5AA7E1F"/>
    <w:multiLevelType w:val="multilevel"/>
    <w:tmpl w:val="812036B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6B2"/>
    <w:rsid w:val="0000576E"/>
    <w:rsid w:val="0000677F"/>
    <w:rsid w:val="000070E4"/>
    <w:rsid w:val="00011E03"/>
    <w:rsid w:val="00015E6B"/>
    <w:rsid w:val="000238FF"/>
    <w:rsid w:val="00027B4D"/>
    <w:rsid w:val="00030EDC"/>
    <w:rsid w:val="00031177"/>
    <w:rsid w:val="00034459"/>
    <w:rsid w:val="000425B4"/>
    <w:rsid w:val="00053A25"/>
    <w:rsid w:val="00056C6A"/>
    <w:rsid w:val="00062CD0"/>
    <w:rsid w:val="00064699"/>
    <w:rsid w:val="00070DA5"/>
    <w:rsid w:val="000760BB"/>
    <w:rsid w:val="0008039F"/>
    <w:rsid w:val="00080EC5"/>
    <w:rsid w:val="00091082"/>
    <w:rsid w:val="000A3A57"/>
    <w:rsid w:val="000B0FAF"/>
    <w:rsid w:val="000B26A1"/>
    <w:rsid w:val="000B7130"/>
    <w:rsid w:val="000D0452"/>
    <w:rsid w:val="000D7CE8"/>
    <w:rsid w:val="000E1A6A"/>
    <w:rsid w:val="000E4563"/>
    <w:rsid w:val="000E58CD"/>
    <w:rsid w:val="000F06A4"/>
    <w:rsid w:val="000F0765"/>
    <w:rsid w:val="000F10E3"/>
    <w:rsid w:val="000F54BA"/>
    <w:rsid w:val="000F7746"/>
    <w:rsid w:val="000F7C13"/>
    <w:rsid w:val="0010590E"/>
    <w:rsid w:val="0011074C"/>
    <w:rsid w:val="00111D23"/>
    <w:rsid w:val="00112853"/>
    <w:rsid w:val="00114C46"/>
    <w:rsid w:val="00117E74"/>
    <w:rsid w:val="00126D69"/>
    <w:rsid w:val="00132E85"/>
    <w:rsid w:val="0013629E"/>
    <w:rsid w:val="001362DA"/>
    <w:rsid w:val="00137365"/>
    <w:rsid w:val="00152EA3"/>
    <w:rsid w:val="00156785"/>
    <w:rsid w:val="001745DF"/>
    <w:rsid w:val="00174E27"/>
    <w:rsid w:val="00182802"/>
    <w:rsid w:val="0018356E"/>
    <w:rsid w:val="00183693"/>
    <w:rsid w:val="00187A72"/>
    <w:rsid w:val="00191342"/>
    <w:rsid w:val="00197E3D"/>
    <w:rsid w:val="001A1211"/>
    <w:rsid w:val="001C2413"/>
    <w:rsid w:val="001C3F04"/>
    <w:rsid w:val="001D0E6E"/>
    <w:rsid w:val="001D322D"/>
    <w:rsid w:val="001E27A1"/>
    <w:rsid w:val="001E2CD3"/>
    <w:rsid w:val="001F18B5"/>
    <w:rsid w:val="001F4F46"/>
    <w:rsid w:val="00200DC4"/>
    <w:rsid w:val="00201609"/>
    <w:rsid w:val="002054F5"/>
    <w:rsid w:val="0021028B"/>
    <w:rsid w:val="00216E55"/>
    <w:rsid w:val="002171BF"/>
    <w:rsid w:val="0022136F"/>
    <w:rsid w:val="00222988"/>
    <w:rsid w:val="00230818"/>
    <w:rsid w:val="00234C1F"/>
    <w:rsid w:val="00236C12"/>
    <w:rsid w:val="0024231B"/>
    <w:rsid w:val="00246AC3"/>
    <w:rsid w:val="00247630"/>
    <w:rsid w:val="00251153"/>
    <w:rsid w:val="00252230"/>
    <w:rsid w:val="00253C87"/>
    <w:rsid w:val="0026113E"/>
    <w:rsid w:val="00262FB1"/>
    <w:rsid w:val="00263899"/>
    <w:rsid w:val="00272E8E"/>
    <w:rsid w:val="0027512F"/>
    <w:rsid w:val="00277693"/>
    <w:rsid w:val="00277FEA"/>
    <w:rsid w:val="00283141"/>
    <w:rsid w:val="00283EFB"/>
    <w:rsid w:val="00284EE1"/>
    <w:rsid w:val="00285663"/>
    <w:rsid w:val="002931A5"/>
    <w:rsid w:val="002971C5"/>
    <w:rsid w:val="002A2EBA"/>
    <w:rsid w:val="002A63C2"/>
    <w:rsid w:val="002B2654"/>
    <w:rsid w:val="002B3F5B"/>
    <w:rsid w:val="002C3956"/>
    <w:rsid w:val="002C3CF1"/>
    <w:rsid w:val="002C478A"/>
    <w:rsid w:val="002D2A7B"/>
    <w:rsid w:val="002D42C4"/>
    <w:rsid w:val="002D6E72"/>
    <w:rsid w:val="002E09C1"/>
    <w:rsid w:val="002E3AA8"/>
    <w:rsid w:val="002E5B9C"/>
    <w:rsid w:val="002E6504"/>
    <w:rsid w:val="003011A0"/>
    <w:rsid w:val="00303CE2"/>
    <w:rsid w:val="00313320"/>
    <w:rsid w:val="00326051"/>
    <w:rsid w:val="00345EAF"/>
    <w:rsid w:val="003567C5"/>
    <w:rsid w:val="00362AB3"/>
    <w:rsid w:val="00362CAF"/>
    <w:rsid w:val="0036613C"/>
    <w:rsid w:val="00367CBA"/>
    <w:rsid w:val="0037323A"/>
    <w:rsid w:val="00374052"/>
    <w:rsid w:val="00374624"/>
    <w:rsid w:val="00374B0A"/>
    <w:rsid w:val="00377718"/>
    <w:rsid w:val="0038092C"/>
    <w:rsid w:val="003943B7"/>
    <w:rsid w:val="00397A59"/>
    <w:rsid w:val="003A67BB"/>
    <w:rsid w:val="003B08ED"/>
    <w:rsid w:val="003B37B7"/>
    <w:rsid w:val="003B6081"/>
    <w:rsid w:val="003B625C"/>
    <w:rsid w:val="003B74E6"/>
    <w:rsid w:val="003C5224"/>
    <w:rsid w:val="003C6D03"/>
    <w:rsid w:val="003C7856"/>
    <w:rsid w:val="003E2FAD"/>
    <w:rsid w:val="003E5D4E"/>
    <w:rsid w:val="003F682F"/>
    <w:rsid w:val="003F7379"/>
    <w:rsid w:val="00403E42"/>
    <w:rsid w:val="004079EC"/>
    <w:rsid w:val="00407EB0"/>
    <w:rsid w:val="0041095A"/>
    <w:rsid w:val="004114AE"/>
    <w:rsid w:val="00422E4F"/>
    <w:rsid w:val="00425C27"/>
    <w:rsid w:val="004369D7"/>
    <w:rsid w:val="00447B9D"/>
    <w:rsid w:val="004530E7"/>
    <w:rsid w:val="004535BB"/>
    <w:rsid w:val="0046400F"/>
    <w:rsid w:val="0046653A"/>
    <w:rsid w:val="00470FD2"/>
    <w:rsid w:val="00474D05"/>
    <w:rsid w:val="00485E1C"/>
    <w:rsid w:val="00487046"/>
    <w:rsid w:val="004923FC"/>
    <w:rsid w:val="00495647"/>
    <w:rsid w:val="00497049"/>
    <w:rsid w:val="004A79BD"/>
    <w:rsid w:val="004C643C"/>
    <w:rsid w:val="004D4AEF"/>
    <w:rsid w:val="004D61B0"/>
    <w:rsid w:val="004E42D9"/>
    <w:rsid w:val="004F2719"/>
    <w:rsid w:val="004F5EC8"/>
    <w:rsid w:val="00501A90"/>
    <w:rsid w:val="0050728C"/>
    <w:rsid w:val="00517EE8"/>
    <w:rsid w:val="00525A82"/>
    <w:rsid w:val="00526C78"/>
    <w:rsid w:val="00532682"/>
    <w:rsid w:val="00537466"/>
    <w:rsid w:val="005428DC"/>
    <w:rsid w:val="00543919"/>
    <w:rsid w:val="00544079"/>
    <w:rsid w:val="00545AD0"/>
    <w:rsid w:val="00546D37"/>
    <w:rsid w:val="005547FD"/>
    <w:rsid w:val="00557C69"/>
    <w:rsid w:val="0057230E"/>
    <w:rsid w:val="00573965"/>
    <w:rsid w:val="00576565"/>
    <w:rsid w:val="00577078"/>
    <w:rsid w:val="005934BD"/>
    <w:rsid w:val="00594C4F"/>
    <w:rsid w:val="0059521A"/>
    <w:rsid w:val="005A67E8"/>
    <w:rsid w:val="005B48D4"/>
    <w:rsid w:val="005C04B5"/>
    <w:rsid w:val="005C321A"/>
    <w:rsid w:val="005C77B2"/>
    <w:rsid w:val="005D13A9"/>
    <w:rsid w:val="005D1CB3"/>
    <w:rsid w:val="005E6344"/>
    <w:rsid w:val="005F4A5F"/>
    <w:rsid w:val="006015EB"/>
    <w:rsid w:val="006151A7"/>
    <w:rsid w:val="00620B23"/>
    <w:rsid w:val="00620F76"/>
    <w:rsid w:val="0062583B"/>
    <w:rsid w:val="006312C3"/>
    <w:rsid w:val="006410F2"/>
    <w:rsid w:val="00642F87"/>
    <w:rsid w:val="0064348C"/>
    <w:rsid w:val="00643F1C"/>
    <w:rsid w:val="00650599"/>
    <w:rsid w:val="00652ABD"/>
    <w:rsid w:val="00654D95"/>
    <w:rsid w:val="00657D39"/>
    <w:rsid w:val="006607F9"/>
    <w:rsid w:val="006652D8"/>
    <w:rsid w:val="00666D89"/>
    <w:rsid w:val="00666F44"/>
    <w:rsid w:val="00677C6A"/>
    <w:rsid w:val="0068767E"/>
    <w:rsid w:val="00692C59"/>
    <w:rsid w:val="006A2F48"/>
    <w:rsid w:val="006A59E6"/>
    <w:rsid w:val="006B2A65"/>
    <w:rsid w:val="006C1782"/>
    <w:rsid w:val="006C555D"/>
    <w:rsid w:val="006C7D7D"/>
    <w:rsid w:val="006D5592"/>
    <w:rsid w:val="006E40DC"/>
    <w:rsid w:val="006F6B26"/>
    <w:rsid w:val="00701EA7"/>
    <w:rsid w:val="00716D90"/>
    <w:rsid w:val="007325D9"/>
    <w:rsid w:val="00732AC9"/>
    <w:rsid w:val="00733337"/>
    <w:rsid w:val="0074586C"/>
    <w:rsid w:val="00747C67"/>
    <w:rsid w:val="00747CBC"/>
    <w:rsid w:val="00754B7F"/>
    <w:rsid w:val="00755ADE"/>
    <w:rsid w:val="00765B27"/>
    <w:rsid w:val="00772B72"/>
    <w:rsid w:val="00786F6C"/>
    <w:rsid w:val="00787B8B"/>
    <w:rsid w:val="00791C1F"/>
    <w:rsid w:val="00795EFF"/>
    <w:rsid w:val="00796CC1"/>
    <w:rsid w:val="007973D9"/>
    <w:rsid w:val="007A33D4"/>
    <w:rsid w:val="007A3C4F"/>
    <w:rsid w:val="007A6763"/>
    <w:rsid w:val="007C0A95"/>
    <w:rsid w:val="007C2F77"/>
    <w:rsid w:val="007D234F"/>
    <w:rsid w:val="007E2281"/>
    <w:rsid w:val="007F1539"/>
    <w:rsid w:val="00804F81"/>
    <w:rsid w:val="00806DFC"/>
    <w:rsid w:val="00807B74"/>
    <w:rsid w:val="00807E4C"/>
    <w:rsid w:val="00807EF9"/>
    <w:rsid w:val="00824833"/>
    <w:rsid w:val="00826F56"/>
    <w:rsid w:val="0084078B"/>
    <w:rsid w:val="0084191C"/>
    <w:rsid w:val="00841A5B"/>
    <w:rsid w:val="0085307C"/>
    <w:rsid w:val="00856631"/>
    <w:rsid w:val="008965F5"/>
    <w:rsid w:val="008A227A"/>
    <w:rsid w:val="008A2941"/>
    <w:rsid w:val="008A3627"/>
    <w:rsid w:val="008A58FE"/>
    <w:rsid w:val="008B438D"/>
    <w:rsid w:val="008B4FB4"/>
    <w:rsid w:val="008B6760"/>
    <w:rsid w:val="008C4502"/>
    <w:rsid w:val="008C5FEA"/>
    <w:rsid w:val="008D28EC"/>
    <w:rsid w:val="008E7DA3"/>
    <w:rsid w:val="008F0996"/>
    <w:rsid w:val="009074CC"/>
    <w:rsid w:val="009119E4"/>
    <w:rsid w:val="00911A48"/>
    <w:rsid w:val="009145DD"/>
    <w:rsid w:val="00915967"/>
    <w:rsid w:val="00941FB4"/>
    <w:rsid w:val="0094384B"/>
    <w:rsid w:val="00947B07"/>
    <w:rsid w:val="009528F5"/>
    <w:rsid w:val="00952DCE"/>
    <w:rsid w:val="00955ABA"/>
    <w:rsid w:val="00960A7E"/>
    <w:rsid w:val="00963CF6"/>
    <w:rsid w:val="0097598A"/>
    <w:rsid w:val="009779BE"/>
    <w:rsid w:val="0098243D"/>
    <w:rsid w:val="00987CD5"/>
    <w:rsid w:val="00996BEB"/>
    <w:rsid w:val="009A0E26"/>
    <w:rsid w:val="009A7291"/>
    <w:rsid w:val="009B1960"/>
    <w:rsid w:val="009B3136"/>
    <w:rsid w:val="009B673B"/>
    <w:rsid w:val="009B7729"/>
    <w:rsid w:val="009B7782"/>
    <w:rsid w:val="009C0453"/>
    <w:rsid w:val="009C1A84"/>
    <w:rsid w:val="009C6381"/>
    <w:rsid w:val="009C65CE"/>
    <w:rsid w:val="009C6B47"/>
    <w:rsid w:val="009D0EEE"/>
    <w:rsid w:val="009E2642"/>
    <w:rsid w:val="009F137D"/>
    <w:rsid w:val="009F3669"/>
    <w:rsid w:val="009F6A50"/>
    <w:rsid w:val="00A12431"/>
    <w:rsid w:val="00A16590"/>
    <w:rsid w:val="00A2064B"/>
    <w:rsid w:val="00A22837"/>
    <w:rsid w:val="00A24B48"/>
    <w:rsid w:val="00A27A38"/>
    <w:rsid w:val="00A318B0"/>
    <w:rsid w:val="00A31E9F"/>
    <w:rsid w:val="00A43715"/>
    <w:rsid w:val="00A45AA1"/>
    <w:rsid w:val="00A46EF9"/>
    <w:rsid w:val="00A52852"/>
    <w:rsid w:val="00A55A53"/>
    <w:rsid w:val="00A56490"/>
    <w:rsid w:val="00A603DD"/>
    <w:rsid w:val="00A70DED"/>
    <w:rsid w:val="00A86037"/>
    <w:rsid w:val="00A93E56"/>
    <w:rsid w:val="00A967EE"/>
    <w:rsid w:val="00AA214E"/>
    <w:rsid w:val="00AB52FB"/>
    <w:rsid w:val="00AC021B"/>
    <w:rsid w:val="00AC4D10"/>
    <w:rsid w:val="00AC6B3E"/>
    <w:rsid w:val="00AD196A"/>
    <w:rsid w:val="00AD3664"/>
    <w:rsid w:val="00AE0383"/>
    <w:rsid w:val="00AE1793"/>
    <w:rsid w:val="00AE441B"/>
    <w:rsid w:val="00AE4F7F"/>
    <w:rsid w:val="00AF2A67"/>
    <w:rsid w:val="00B0070C"/>
    <w:rsid w:val="00B00AD0"/>
    <w:rsid w:val="00B01557"/>
    <w:rsid w:val="00B06519"/>
    <w:rsid w:val="00B1007D"/>
    <w:rsid w:val="00B115F5"/>
    <w:rsid w:val="00B14984"/>
    <w:rsid w:val="00B15556"/>
    <w:rsid w:val="00B16C98"/>
    <w:rsid w:val="00B257C2"/>
    <w:rsid w:val="00B31EF9"/>
    <w:rsid w:val="00B35BF7"/>
    <w:rsid w:val="00B42A94"/>
    <w:rsid w:val="00B43118"/>
    <w:rsid w:val="00B4608B"/>
    <w:rsid w:val="00B55704"/>
    <w:rsid w:val="00B604DB"/>
    <w:rsid w:val="00B67F85"/>
    <w:rsid w:val="00B80776"/>
    <w:rsid w:val="00B8115A"/>
    <w:rsid w:val="00B839E8"/>
    <w:rsid w:val="00B930C6"/>
    <w:rsid w:val="00BA0991"/>
    <w:rsid w:val="00BA5AD8"/>
    <w:rsid w:val="00BB4CB4"/>
    <w:rsid w:val="00BC7216"/>
    <w:rsid w:val="00BD3A93"/>
    <w:rsid w:val="00BE19FA"/>
    <w:rsid w:val="00BE284D"/>
    <w:rsid w:val="00BE2D80"/>
    <w:rsid w:val="00BE38FC"/>
    <w:rsid w:val="00BE3B2C"/>
    <w:rsid w:val="00BE4A80"/>
    <w:rsid w:val="00BE777D"/>
    <w:rsid w:val="00BF0643"/>
    <w:rsid w:val="00BF394A"/>
    <w:rsid w:val="00C007E7"/>
    <w:rsid w:val="00C048BC"/>
    <w:rsid w:val="00C12522"/>
    <w:rsid w:val="00C14844"/>
    <w:rsid w:val="00C150C5"/>
    <w:rsid w:val="00C158B8"/>
    <w:rsid w:val="00C162F4"/>
    <w:rsid w:val="00C2092D"/>
    <w:rsid w:val="00C248CE"/>
    <w:rsid w:val="00C3181D"/>
    <w:rsid w:val="00C35782"/>
    <w:rsid w:val="00C429E3"/>
    <w:rsid w:val="00C4378D"/>
    <w:rsid w:val="00C43FAE"/>
    <w:rsid w:val="00C51B43"/>
    <w:rsid w:val="00C538E1"/>
    <w:rsid w:val="00C666B4"/>
    <w:rsid w:val="00C6795C"/>
    <w:rsid w:val="00C7098C"/>
    <w:rsid w:val="00C7237D"/>
    <w:rsid w:val="00C8012A"/>
    <w:rsid w:val="00C846B2"/>
    <w:rsid w:val="00CA33AE"/>
    <w:rsid w:val="00CA4076"/>
    <w:rsid w:val="00CB00F4"/>
    <w:rsid w:val="00CB059F"/>
    <w:rsid w:val="00CB0BE6"/>
    <w:rsid w:val="00CB5AB0"/>
    <w:rsid w:val="00CB73DC"/>
    <w:rsid w:val="00CC1521"/>
    <w:rsid w:val="00CD5E0F"/>
    <w:rsid w:val="00CE0792"/>
    <w:rsid w:val="00CE4492"/>
    <w:rsid w:val="00CE4BA7"/>
    <w:rsid w:val="00CF52B2"/>
    <w:rsid w:val="00D004D8"/>
    <w:rsid w:val="00D020CA"/>
    <w:rsid w:val="00D03294"/>
    <w:rsid w:val="00D05586"/>
    <w:rsid w:val="00D06C2E"/>
    <w:rsid w:val="00D20998"/>
    <w:rsid w:val="00D23F03"/>
    <w:rsid w:val="00D320E7"/>
    <w:rsid w:val="00D33041"/>
    <w:rsid w:val="00D35A70"/>
    <w:rsid w:val="00D3780E"/>
    <w:rsid w:val="00D56464"/>
    <w:rsid w:val="00D63CEE"/>
    <w:rsid w:val="00D76C0D"/>
    <w:rsid w:val="00D851FC"/>
    <w:rsid w:val="00D94751"/>
    <w:rsid w:val="00D96096"/>
    <w:rsid w:val="00DB5407"/>
    <w:rsid w:val="00DB5EBE"/>
    <w:rsid w:val="00DC61A0"/>
    <w:rsid w:val="00DD082D"/>
    <w:rsid w:val="00DD3C2A"/>
    <w:rsid w:val="00DD3D17"/>
    <w:rsid w:val="00DE2A86"/>
    <w:rsid w:val="00DE4F3F"/>
    <w:rsid w:val="00DE6BFA"/>
    <w:rsid w:val="00DF0865"/>
    <w:rsid w:val="00E11ACC"/>
    <w:rsid w:val="00E15961"/>
    <w:rsid w:val="00E16842"/>
    <w:rsid w:val="00E30EBD"/>
    <w:rsid w:val="00E361A4"/>
    <w:rsid w:val="00E37037"/>
    <w:rsid w:val="00E41939"/>
    <w:rsid w:val="00E4272D"/>
    <w:rsid w:val="00E42869"/>
    <w:rsid w:val="00E45893"/>
    <w:rsid w:val="00E4627F"/>
    <w:rsid w:val="00E504F9"/>
    <w:rsid w:val="00E61158"/>
    <w:rsid w:val="00E67683"/>
    <w:rsid w:val="00E70E1A"/>
    <w:rsid w:val="00E734D6"/>
    <w:rsid w:val="00E806EA"/>
    <w:rsid w:val="00E9382C"/>
    <w:rsid w:val="00E96D41"/>
    <w:rsid w:val="00EA0D32"/>
    <w:rsid w:val="00EA430A"/>
    <w:rsid w:val="00EA50CA"/>
    <w:rsid w:val="00EA5D8B"/>
    <w:rsid w:val="00EA6F8F"/>
    <w:rsid w:val="00EC5E3F"/>
    <w:rsid w:val="00ED3E81"/>
    <w:rsid w:val="00ED41E5"/>
    <w:rsid w:val="00ED58CC"/>
    <w:rsid w:val="00ED6656"/>
    <w:rsid w:val="00EE13E1"/>
    <w:rsid w:val="00EE3E05"/>
    <w:rsid w:val="00EE6FBB"/>
    <w:rsid w:val="00EF3C80"/>
    <w:rsid w:val="00EF7D89"/>
    <w:rsid w:val="00F07D76"/>
    <w:rsid w:val="00F134C7"/>
    <w:rsid w:val="00F30272"/>
    <w:rsid w:val="00F34D8B"/>
    <w:rsid w:val="00F50EA8"/>
    <w:rsid w:val="00F646C4"/>
    <w:rsid w:val="00F65577"/>
    <w:rsid w:val="00F80DF1"/>
    <w:rsid w:val="00F81211"/>
    <w:rsid w:val="00F828B8"/>
    <w:rsid w:val="00F8528A"/>
    <w:rsid w:val="00F86B60"/>
    <w:rsid w:val="00F86E9F"/>
    <w:rsid w:val="00F916C3"/>
    <w:rsid w:val="00FA3450"/>
    <w:rsid w:val="00FA4A4E"/>
    <w:rsid w:val="00FA535E"/>
    <w:rsid w:val="00FA5D55"/>
    <w:rsid w:val="00FA693F"/>
    <w:rsid w:val="00FC2C84"/>
    <w:rsid w:val="00FC62E7"/>
    <w:rsid w:val="00FD391E"/>
    <w:rsid w:val="00FD3F1C"/>
    <w:rsid w:val="00FD45B4"/>
    <w:rsid w:val="00FD6368"/>
    <w:rsid w:val="00FD67C4"/>
    <w:rsid w:val="00FF10FF"/>
    <w:rsid w:val="00FF1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B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6785"/>
    <w:pPr>
      <w:keepNext/>
      <w:numPr>
        <w:numId w:val="2"/>
      </w:numPr>
      <w:suppressAutoHyphens/>
      <w:outlineLvl w:val="0"/>
    </w:pPr>
    <w:rPr>
      <w:sz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6785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156785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15678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styleId="Emphasis">
    <w:name w:val="Emphasis"/>
    <w:basedOn w:val="DefaultParagraphFont"/>
    <w:uiPriority w:val="99"/>
    <w:qFormat/>
    <w:rsid w:val="00FF1BCE"/>
    <w:rPr>
      <w:rFonts w:cs="Times New Roman"/>
      <w:i/>
      <w:iCs/>
    </w:rPr>
  </w:style>
  <w:style w:type="character" w:customStyle="1" w:styleId="hl41">
    <w:name w:val="hl41"/>
    <w:basedOn w:val="DefaultParagraphFont"/>
    <w:uiPriority w:val="99"/>
    <w:rsid w:val="00E9382C"/>
    <w:rPr>
      <w:rFonts w:cs="Times New Roman"/>
      <w:b/>
      <w:bCs/>
      <w:sz w:val="20"/>
      <w:szCs w:val="20"/>
    </w:rPr>
  </w:style>
  <w:style w:type="paragraph" w:customStyle="1" w:styleId="Web">
    <w:name w:val="Обычный (Web)"/>
    <w:basedOn w:val="Normal"/>
    <w:uiPriority w:val="99"/>
    <w:rsid w:val="00E9382C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45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192</TotalTime>
  <Pages>16</Pages>
  <Words>3910</Words>
  <Characters>22290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23</cp:revision>
  <cp:lastPrinted>2015-03-24T06:59:00Z</cp:lastPrinted>
  <dcterms:created xsi:type="dcterms:W3CDTF">2015-02-12T17:37:00Z</dcterms:created>
  <dcterms:modified xsi:type="dcterms:W3CDTF">2015-03-24T07:01:00Z</dcterms:modified>
</cp:coreProperties>
</file>